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025C6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6025C6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6025C6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6025C6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6025C6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6025C6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6025C6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6025C6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6025C6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734451" w:rsidRDefault="004F2D3A" w:rsidP="00DC01AB">
            <w:pPr>
              <w:pStyle w:val="CUSTOMNormal"/>
            </w:pPr>
            <w:r>
              <w:rPr>
                <w:noProof/>
                <w:lang w:eastAsia="en-GB"/>
              </w:rPr>
              <w:drawing>
                <wp:anchor distT="0" distB="0" distL="114300" distR="114300" simplePos="0" relativeHeight="251659776" behindDoc="1" locked="1" layoutInCell="0" allowOverlap="1">
                  <wp:simplePos x="0" y="0"/>
                  <wp:positionH relativeFrom="page">
                    <wp:posOffset>2098675</wp:posOffset>
                  </wp:positionH>
                  <wp:positionV relativeFrom="page">
                    <wp:posOffset>3368675</wp:posOffset>
                  </wp:positionV>
                  <wp:extent cx="2469515" cy="5594350"/>
                  <wp:effectExtent l="0" t="0" r="6985" b="6350"/>
                  <wp:wrapNone/>
                  <wp:docPr id="34" name="Picture 23" descr="Left leg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Left leg 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74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515" cy="5594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>
                      <wp:simplePos x="0" y="0"/>
                      <wp:positionH relativeFrom="page">
                        <wp:posOffset>2540</wp:posOffset>
                      </wp:positionH>
                      <wp:positionV relativeFrom="page">
                        <wp:posOffset>219075</wp:posOffset>
                      </wp:positionV>
                      <wp:extent cx="1964690" cy="276225"/>
                      <wp:effectExtent l="0" t="0" r="16510" b="9525"/>
                      <wp:wrapNone/>
                      <wp:docPr id="3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276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  <w:bookmarkStart w:id="0" w:name="_GoBack"/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03599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not visualised due to overlying bowel gas. 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2pt;margin-top:17.25pt;width:154.7pt;height:21.7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" filled="f" stroked="f" strokeweight=".5pt">
                      <v:textbox inset="0,0,0,0">
                        <w:txbxContent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  <w:bookmarkStart w:id="1" w:name="_GoBack"/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03599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not visualised due to overlying bowel gas. 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3271520"/>
                      <wp:effectExtent l="0" t="1270" r="1270" b="3810"/>
                      <wp:wrapNone/>
                      <wp:docPr id="32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327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2A76FD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FA7ABC" w:rsidRPr="002A76FD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6025C6" w:rsidRDefault="003B0A91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6025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6025C6" w:rsidRPr="002A76FD" w:rsidRDefault="006025C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6025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3B0A91" w:rsidRPr="002A76FD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6025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3B0A91" w:rsidRPr="002A76FD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6025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FA7ABC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6025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FA7ABC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6025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3B0A91" w:rsidRPr="002A76FD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3B0A91" w:rsidRPr="002A76FD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</w:t>
                                  </w:r>
                                  <w:r w:rsidR="006025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= Not detected</w:t>
                                  </w:r>
                                </w:p>
                                <w:p w:rsidR="00FA7ABC" w:rsidRPr="003B0A91" w:rsidRDefault="00FA7ABC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  <w:u w:val="single"/>
                                    </w:rPr>
                                  </w:pPr>
                                </w:p>
                                <w:p w:rsidR="00FA7ABC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u w:val="single"/>
                                    </w:rPr>
                                  </w:pPr>
                                  <w:r w:rsidRPr="003B0A91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u w:val="single"/>
                                    </w:rPr>
                                    <w:t>Run off:</w:t>
                                  </w:r>
                                </w:p>
                                <w:p w:rsidR="00FA7ABC" w:rsidRPr="006025C6" w:rsidRDefault="006025C6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6025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bandaging. Ward was notified day prior, vascular lab would be sending for patient in the morning. </w:t>
                                  </w:r>
                                </w:p>
                                <w:p w:rsidR="003B0A91" w:rsidRPr="002A76FD" w:rsidRDefault="003B0A91" w:rsidP="003B0A91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1" o:spid="_x0000_s1027" type="#_x0000_t202" style="position:absolute;margin-left:.55pt;margin-top:75.1pt;width:186.1pt;height:257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ry2uAIAAME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" filled="f" stroked="f" strokeweight=".5pt">
                      <v:textbox style="mso-fit-shape-to-text:t" inset="0,0,0,0">
                        <w:txbxContent>
                          <w:p w:rsidR="00FA7ABC" w:rsidRPr="002A76FD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FA7ABC" w:rsidRPr="002A76FD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6025C6" w:rsidRDefault="003B0A91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6025C6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6025C6" w:rsidRPr="002A76FD" w:rsidRDefault="006025C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6025C6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3B0A91" w:rsidRPr="002A76FD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6025C6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3B0A91" w:rsidRPr="002A76FD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6025C6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FA7ABC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6025C6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FA7ABC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6025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3B0A91" w:rsidRPr="002A76FD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3B0A91" w:rsidRPr="002A76FD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</w:t>
                            </w:r>
                            <w:r w:rsidR="006025C6">
                              <w:rPr>
                                <w:color w:val="000000"/>
                                <w:sz w:val="14"/>
                                <w:szCs w:val="14"/>
                              </w:rPr>
                              <w:t>= Not detected</w:t>
                            </w:r>
                          </w:p>
                          <w:p w:rsidR="00FA7ABC" w:rsidRPr="003B0A91" w:rsidRDefault="00FA7ABC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  <w:u w:val="single"/>
                              </w:rPr>
                            </w:pPr>
                          </w:p>
                          <w:p w:rsidR="00FA7ABC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u w:val="single"/>
                              </w:rPr>
                            </w:pPr>
                            <w:r w:rsidRPr="003B0A91">
                              <w:rPr>
                                <w:b/>
                                <w:color w:val="000000"/>
                                <w:sz w:val="14"/>
                                <w:szCs w:val="14"/>
                                <w:u w:val="single"/>
                              </w:rPr>
                              <w:t>Run off:</w:t>
                            </w:r>
                          </w:p>
                          <w:p w:rsidR="00FA7ABC" w:rsidRPr="006025C6" w:rsidRDefault="006025C6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6025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bandaging. Ward was notified day prior, vascular lab would be sending for patient in the morning. </w:t>
                            </w:r>
                          </w:p>
                          <w:p w:rsidR="003B0A91" w:rsidRPr="002A76FD" w:rsidRDefault="003B0A91" w:rsidP="003B0A91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B25878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E8F611A" wp14:editId="3D8D135D">
                      <wp:simplePos x="0" y="0"/>
                      <wp:positionH relativeFrom="column">
                        <wp:posOffset>2395855</wp:posOffset>
                      </wp:positionH>
                      <wp:positionV relativeFrom="paragraph">
                        <wp:posOffset>234950</wp:posOffset>
                      </wp:positionV>
                      <wp:extent cx="1713230" cy="2581275"/>
                      <wp:effectExtent l="0" t="0" r="20320" b="28575"/>
                      <wp:wrapNone/>
                      <wp:docPr id="31" name="Oval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3230" cy="25812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id="Oval 31" o:spid="_x0000_s1026" style="position:absolute;margin-left:188.65pt;margin-top:18.5pt;width:134.9pt;height:203.2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" fillcolor="white [3212]" strokecolor="white [3212]" strokeweight="1pt">
                      <v:stroke joinstyle="miter"/>
                    </v:oval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Default="00734451" w:rsidP="00734451"/>
          <w:p w:rsidR="00813362" w:rsidRPr="00734451" w:rsidRDefault="00734451" w:rsidP="00734451">
            <w:pPr>
              <w:tabs>
                <w:tab w:val="left" w:pos="6345"/>
              </w:tabs>
            </w:pPr>
            <w:r>
              <w:tab/>
            </w:r>
          </w:p>
        </w:tc>
      </w:tr>
      <w:tr w:rsidR="009E0202" w:rsidRPr="00316518" w:rsidTr="006025C6">
        <w:trPr>
          <w:trHeight w:hRule="exact" w:val="69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316518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316518">
              <w:rPr>
                <w:sz w:val="21"/>
                <w:szCs w:val="21"/>
              </w:rPr>
              <w:lastRenderedPageBreak/>
              <w:t>Report:</w:t>
            </w:r>
          </w:p>
          <w:p w:rsidR="006025C6" w:rsidRDefault="006025C6" w:rsidP="006025C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Abdomen</w:t>
            </w:r>
          </w:p>
          <w:p w:rsidR="006025C6" w:rsidRDefault="006025C6" w:rsidP="006025C6"/>
          <w:p w:rsidR="006025C6" w:rsidRPr="006025C6" w:rsidRDefault="006025C6" w:rsidP="006025C6">
            <w:r>
              <w:t xml:space="preserve">The abdominal Aorta was not visualised due to overlying bowel gas and body habitus. The EIA’s were patent with triphasic waveforms detected. </w:t>
            </w:r>
          </w:p>
          <w:p w:rsidR="006025C6" w:rsidRDefault="006025C6" w:rsidP="006025C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fldChar w:fldCharType="begin"/>
            </w:r>
            <w:r>
              <w:rPr>
                <w:b/>
                <w:u w:val="single"/>
              </w:rPr>
              <w:instrText xml:space="preserve"> AUTOTEXT  exams.names  \* MERGEFORMAT </w:instrText>
            </w:r>
            <w:r>
              <w:rPr>
                <w:b/>
                <w:u w:val="single"/>
              </w:rPr>
              <w:fldChar w:fldCharType="separate"/>
            </w:r>
            <w:r>
              <w:rPr>
                <w:b/>
                <w:u w:val="single"/>
              </w:rPr>
              <w:t>US Doppler lower limb arteries Lt</w:t>
            </w:r>
            <w:r>
              <w:rPr>
                <w:b/>
                <w:u w:val="single"/>
              </w:rPr>
              <w:fldChar w:fldCharType="end"/>
            </w:r>
            <w:r>
              <w:rPr>
                <w:b/>
                <w:u w:val="single"/>
              </w:rPr>
              <w:t>:</w:t>
            </w:r>
          </w:p>
          <w:p w:rsidR="006025C6" w:rsidRDefault="006025C6" w:rsidP="006025C6">
            <w:pPr>
              <w:ind w:left="720"/>
            </w:pPr>
          </w:p>
          <w:p w:rsidR="006025C6" w:rsidRDefault="006025C6" w:rsidP="006025C6">
            <w:pPr>
              <w:jc w:val="both"/>
            </w:pPr>
            <w:bookmarkStart w:id="2" w:name="BODY"/>
            <w:bookmarkEnd w:id="2"/>
            <w:r>
              <w:t xml:space="preserve">The Common Femoral, Profunda Femoral, Superficial Femoral and Popliteal arteries are patent with triphasic waveforms detected, no significant stenosis noted. Mild diffuse heterogeneous atheroma is noted, where imaged. </w:t>
            </w:r>
          </w:p>
          <w:p w:rsidR="006025C6" w:rsidRDefault="006025C6" w:rsidP="006025C6">
            <w:pPr>
              <w:ind w:left="720"/>
              <w:jc w:val="both"/>
            </w:pPr>
          </w:p>
          <w:p w:rsidR="006025C6" w:rsidRDefault="006025C6" w:rsidP="006025C6">
            <w:pPr>
              <w:jc w:val="both"/>
            </w:pPr>
            <w:r>
              <w:t xml:space="preserve">The crural arteries were not visualised due to extensive bandaging. An attempt was made to view distal arteries although a mesh was around the ankle unable to image vessels. </w:t>
            </w:r>
          </w:p>
          <w:p w:rsidR="006025C6" w:rsidRDefault="006025C6" w:rsidP="006025C6">
            <w:pPr>
              <w:jc w:val="both"/>
            </w:pPr>
            <w:r>
              <w:rPr>
                <w:b/>
                <w:u w:val="single"/>
              </w:rPr>
              <w:t>Conclusion:</w:t>
            </w:r>
            <w:r>
              <w:t xml:space="preserve"> </w:t>
            </w:r>
          </w:p>
          <w:p w:rsidR="006025C6" w:rsidRDefault="006025C6" w:rsidP="006025C6">
            <w:pPr>
              <w:jc w:val="both"/>
            </w:pPr>
            <w:r>
              <w:t xml:space="preserve">No significant stenosis detected bilaterally in the lower limb arteries. </w:t>
            </w:r>
          </w:p>
          <w:p w:rsidR="009E0202" w:rsidRPr="00316518" w:rsidRDefault="009E0202" w:rsidP="006025C6">
            <w:pPr>
              <w:jc w:val="both"/>
              <w:rPr>
                <w:sz w:val="21"/>
                <w:szCs w:val="21"/>
              </w:rPr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316518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D3A" w:rsidRDefault="004F2D3A" w:rsidP="005748E3">
      <w:pPr>
        <w:spacing w:after="0" w:line="240" w:lineRule="auto"/>
      </w:pPr>
      <w:r>
        <w:separator/>
      </w:r>
    </w:p>
  </w:endnote>
  <w:endnote w:type="continuationSeparator" w:id="0">
    <w:p w:rsidR="004F2D3A" w:rsidRDefault="004F2D3A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4F2D3A" w:rsidP="00734451">
    <w:pPr>
      <w:pStyle w:val="Footer"/>
      <w:spacing w:before="240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269875</wp:posOffset>
              </wp:positionH>
              <wp:positionV relativeFrom="paragraph">
                <wp:posOffset>-1040130</wp:posOffset>
              </wp:positionV>
              <wp:extent cx="6003925" cy="419100"/>
              <wp:effectExtent l="12700" t="7620" r="3175" b="11430"/>
              <wp:wrapNone/>
              <wp:docPr id="1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2" name="Group 11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3" name="Group 11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4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147B4" w:rsidRPr="00734451" w:rsidRDefault="008147B4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colour fill indicates </w:t>
                                </w:r>
                                <w:r w:rsidR="00A254D2"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stenosis or </w:t>
                                </w: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12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8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54D2" w:rsidRPr="00734451" w:rsidRDefault="0086335B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11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1" name="Group 99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2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6335B" w:rsidRPr="00734451" w:rsidRDefault="0086335B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8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6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7" name="Rectangl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6335B" w:rsidRPr="00734451" w:rsidRDefault="0086335B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 xml:space="preserve">Grey box indicates acoustic shadowing from </w:t>
                                  </w:r>
                                  <w:r w:rsidR="00734451" w:rsidRPr="00734451">
                                    <w:rPr>
                                      <w:sz w:val="12"/>
                                      <w:szCs w:val="12"/>
                                    </w:rPr>
                                    <w:t>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20" name="AutoShap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47B4" w:rsidRPr="00734451" w:rsidRDefault="0086335B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" o:spid="_x0000_s1031" style="position:absolute;margin-left:21.25pt;margin-top:-81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">
              <v:group id="Group 117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11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82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8147B4" w:rsidRPr="00734451" w:rsidRDefault="008147B4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colour fill indicates </w:t>
                          </w:r>
                          <w:r w:rsidR="00A254D2" w:rsidRPr="00734451">
                            <w:rPr>
                              <w:sz w:val="12"/>
                              <w:szCs w:val="12"/>
                            </w:rPr>
                            <w:t xml:space="preserve">stenosis or </w:t>
                          </w:r>
                          <w:r w:rsidRPr="00734451">
                            <w:rPr>
                              <w:sz w:val="12"/>
                              <w:szCs w:val="12"/>
                            </w:rPr>
                            <w:t>occlusion</w:t>
                          </w:r>
                        </w:p>
                      </w:txbxContent>
                    </v:textbox>
                  </v:shape>
                </v:group>
                <v:group id="Group 112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1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2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A254D2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19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99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4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95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96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86335B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8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0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97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98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86335B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 xml:space="preserve">Grey box indicates acoustic shadowing from </w:t>
                            </w:r>
                            <w:r w:rsidR="00734451" w:rsidRPr="00734451">
                              <w:rPr>
                                <w:sz w:val="12"/>
                                <w:szCs w:val="12"/>
                              </w:rPr>
                              <w:t>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86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87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8147B4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D3A" w:rsidRDefault="004F2D3A" w:rsidP="005748E3">
      <w:pPr>
        <w:spacing w:after="0" w:line="240" w:lineRule="auto"/>
      </w:pPr>
      <w:r>
        <w:separator/>
      </w:r>
    </w:p>
  </w:footnote>
  <w:footnote w:type="continuationSeparator" w:id="0">
    <w:p w:rsidR="004F2D3A" w:rsidRDefault="004F2D3A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4F2D3A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4F2D3A">
    <w:pPr>
      <w:pStyle w:val="Head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3" o:title=""/>
              </v:shape>
              <v:shape id="Picture 12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D3A"/>
    <w:rsid w:val="00000CAF"/>
    <w:rsid w:val="00002C57"/>
    <w:rsid w:val="0002322E"/>
    <w:rsid w:val="00030ECC"/>
    <w:rsid w:val="00033B0B"/>
    <w:rsid w:val="00035995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137D03"/>
    <w:rsid w:val="0014708E"/>
    <w:rsid w:val="00156E8E"/>
    <w:rsid w:val="00186F8F"/>
    <w:rsid w:val="00191142"/>
    <w:rsid w:val="001A0461"/>
    <w:rsid w:val="001A2E3B"/>
    <w:rsid w:val="001A7AF4"/>
    <w:rsid w:val="001C0F37"/>
    <w:rsid w:val="001C2A3A"/>
    <w:rsid w:val="001C3912"/>
    <w:rsid w:val="001F44A2"/>
    <w:rsid w:val="00210977"/>
    <w:rsid w:val="00217914"/>
    <w:rsid w:val="00226007"/>
    <w:rsid w:val="0023354F"/>
    <w:rsid w:val="002739C8"/>
    <w:rsid w:val="002867C0"/>
    <w:rsid w:val="002932DD"/>
    <w:rsid w:val="00293ED4"/>
    <w:rsid w:val="002A016B"/>
    <w:rsid w:val="002A76FD"/>
    <w:rsid w:val="002B3F67"/>
    <w:rsid w:val="002C6A41"/>
    <w:rsid w:val="002D4419"/>
    <w:rsid w:val="002D613D"/>
    <w:rsid w:val="002D7122"/>
    <w:rsid w:val="002E04BC"/>
    <w:rsid w:val="00316518"/>
    <w:rsid w:val="003234AA"/>
    <w:rsid w:val="00324212"/>
    <w:rsid w:val="00352F64"/>
    <w:rsid w:val="00373EF8"/>
    <w:rsid w:val="003747AD"/>
    <w:rsid w:val="00380B46"/>
    <w:rsid w:val="00382C7D"/>
    <w:rsid w:val="00384449"/>
    <w:rsid w:val="003909B4"/>
    <w:rsid w:val="00394CF1"/>
    <w:rsid w:val="003A6622"/>
    <w:rsid w:val="003B0A91"/>
    <w:rsid w:val="003C0B62"/>
    <w:rsid w:val="003E131B"/>
    <w:rsid w:val="003E1E07"/>
    <w:rsid w:val="003F7EB7"/>
    <w:rsid w:val="0040168D"/>
    <w:rsid w:val="004071DB"/>
    <w:rsid w:val="00411FD4"/>
    <w:rsid w:val="004353A0"/>
    <w:rsid w:val="004520A0"/>
    <w:rsid w:val="0046220F"/>
    <w:rsid w:val="00477D62"/>
    <w:rsid w:val="004A3BCC"/>
    <w:rsid w:val="004C122B"/>
    <w:rsid w:val="004C3925"/>
    <w:rsid w:val="004E0025"/>
    <w:rsid w:val="004E1746"/>
    <w:rsid w:val="004E3E95"/>
    <w:rsid w:val="004F2D3A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12F5"/>
    <w:rsid w:val="005C197D"/>
    <w:rsid w:val="005D4909"/>
    <w:rsid w:val="005E594C"/>
    <w:rsid w:val="005E5F50"/>
    <w:rsid w:val="00601B30"/>
    <w:rsid w:val="006025C6"/>
    <w:rsid w:val="00615B7D"/>
    <w:rsid w:val="00624106"/>
    <w:rsid w:val="00632733"/>
    <w:rsid w:val="00644C5F"/>
    <w:rsid w:val="006557E8"/>
    <w:rsid w:val="00656DF2"/>
    <w:rsid w:val="0067732A"/>
    <w:rsid w:val="006D3CE8"/>
    <w:rsid w:val="00701D82"/>
    <w:rsid w:val="007102C1"/>
    <w:rsid w:val="007112FB"/>
    <w:rsid w:val="00721A7D"/>
    <w:rsid w:val="00734451"/>
    <w:rsid w:val="0078169E"/>
    <w:rsid w:val="00794F40"/>
    <w:rsid w:val="00803E28"/>
    <w:rsid w:val="00804042"/>
    <w:rsid w:val="00811182"/>
    <w:rsid w:val="00813362"/>
    <w:rsid w:val="008147B4"/>
    <w:rsid w:val="00826BA1"/>
    <w:rsid w:val="00835F01"/>
    <w:rsid w:val="00854725"/>
    <w:rsid w:val="0086335B"/>
    <w:rsid w:val="00880184"/>
    <w:rsid w:val="00893153"/>
    <w:rsid w:val="008A7D65"/>
    <w:rsid w:val="008B3BF4"/>
    <w:rsid w:val="008B3C2A"/>
    <w:rsid w:val="008C4F7F"/>
    <w:rsid w:val="008E77CD"/>
    <w:rsid w:val="00905131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D73E1"/>
    <w:rsid w:val="009E0202"/>
    <w:rsid w:val="009F19EF"/>
    <w:rsid w:val="009F70D4"/>
    <w:rsid w:val="00A03E68"/>
    <w:rsid w:val="00A04256"/>
    <w:rsid w:val="00A078E6"/>
    <w:rsid w:val="00A254D2"/>
    <w:rsid w:val="00A43026"/>
    <w:rsid w:val="00A46516"/>
    <w:rsid w:val="00A62728"/>
    <w:rsid w:val="00A90B05"/>
    <w:rsid w:val="00A90F95"/>
    <w:rsid w:val="00AA2AD4"/>
    <w:rsid w:val="00AB09A7"/>
    <w:rsid w:val="00AB7058"/>
    <w:rsid w:val="00AD6424"/>
    <w:rsid w:val="00B03018"/>
    <w:rsid w:val="00B108A5"/>
    <w:rsid w:val="00B14AFB"/>
    <w:rsid w:val="00B25878"/>
    <w:rsid w:val="00B35F22"/>
    <w:rsid w:val="00B415C1"/>
    <w:rsid w:val="00B433C6"/>
    <w:rsid w:val="00B43DCC"/>
    <w:rsid w:val="00B44D5F"/>
    <w:rsid w:val="00B734E8"/>
    <w:rsid w:val="00B73F68"/>
    <w:rsid w:val="00B87660"/>
    <w:rsid w:val="00BC5836"/>
    <w:rsid w:val="00BE046B"/>
    <w:rsid w:val="00C003DC"/>
    <w:rsid w:val="00C14503"/>
    <w:rsid w:val="00C24FD1"/>
    <w:rsid w:val="00C36AA5"/>
    <w:rsid w:val="00C44E9D"/>
    <w:rsid w:val="00C64AE2"/>
    <w:rsid w:val="00C71224"/>
    <w:rsid w:val="00C90BFA"/>
    <w:rsid w:val="00C943BB"/>
    <w:rsid w:val="00CB3119"/>
    <w:rsid w:val="00D013D8"/>
    <w:rsid w:val="00D065FF"/>
    <w:rsid w:val="00D35CC3"/>
    <w:rsid w:val="00D63969"/>
    <w:rsid w:val="00D86277"/>
    <w:rsid w:val="00D94904"/>
    <w:rsid w:val="00DC01AB"/>
    <w:rsid w:val="00DC5770"/>
    <w:rsid w:val="00DD0B20"/>
    <w:rsid w:val="00DF1DE9"/>
    <w:rsid w:val="00E26225"/>
    <w:rsid w:val="00E32912"/>
    <w:rsid w:val="00E339E8"/>
    <w:rsid w:val="00E4100D"/>
    <w:rsid w:val="00E463E3"/>
    <w:rsid w:val="00E6169F"/>
    <w:rsid w:val="00E61ACC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6355A"/>
    <w:rsid w:val="00F959B6"/>
    <w:rsid w:val="00F97841"/>
    <w:rsid w:val="00FA7ABC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5" Type="http://schemas.openxmlformats.org/officeDocument/2006/relationships/image" Target="media/image6.emf"/><Relationship Id="rId4" Type="http://schemas.openxmlformats.org/officeDocument/2006/relationships/image" Target="media/image5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image" Target="media/image3.emf"/><Relationship Id="rId1" Type="http://schemas.openxmlformats.org/officeDocument/2006/relationships/image" Target="media/image2.emf"/><Relationship Id="rId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7D100DC3</Template>
  <TotalTime>0</TotalTime>
  <Pages>2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4</cp:revision>
  <cp:lastPrinted>2019-01-18T11:11:00Z</cp:lastPrinted>
  <dcterms:created xsi:type="dcterms:W3CDTF">2019-07-30T08:34:00Z</dcterms:created>
  <dcterms:modified xsi:type="dcterms:W3CDTF">2019-10-15T09:47:00Z</dcterms:modified>
</cp:coreProperties>
</file>